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241822B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1D43">
        <w:rPr>
          <w:rFonts w:ascii="Corbel" w:hAnsi="Corbel"/>
          <w:i/>
          <w:smallCaps/>
          <w:sz w:val="24"/>
          <w:szCs w:val="24"/>
        </w:rPr>
        <w:t>202</w:t>
      </w:r>
      <w:r w:rsidR="00DB2F9E">
        <w:rPr>
          <w:rFonts w:ascii="Corbel" w:hAnsi="Corbel"/>
          <w:i/>
          <w:smallCaps/>
          <w:sz w:val="24"/>
          <w:szCs w:val="24"/>
        </w:rPr>
        <w:t>2</w:t>
      </w:r>
      <w:r w:rsidR="00D44C78">
        <w:rPr>
          <w:rFonts w:ascii="Corbel" w:hAnsi="Corbel"/>
          <w:i/>
          <w:smallCaps/>
          <w:sz w:val="24"/>
          <w:szCs w:val="24"/>
        </w:rPr>
        <w:t>-20</w:t>
      </w:r>
      <w:r w:rsidR="00331D43">
        <w:rPr>
          <w:rFonts w:ascii="Corbel" w:hAnsi="Corbel"/>
          <w:i/>
          <w:smallCaps/>
          <w:sz w:val="24"/>
          <w:szCs w:val="24"/>
        </w:rPr>
        <w:t>2</w:t>
      </w:r>
      <w:r w:rsidR="00DB2F9E">
        <w:rPr>
          <w:rFonts w:ascii="Corbel" w:hAnsi="Corbel"/>
          <w:i/>
          <w:smallCaps/>
          <w:sz w:val="24"/>
          <w:szCs w:val="24"/>
        </w:rPr>
        <w:t>5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9BA0C6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31D43">
        <w:rPr>
          <w:rFonts w:ascii="Corbel" w:hAnsi="Corbel"/>
          <w:sz w:val="20"/>
          <w:szCs w:val="20"/>
        </w:rPr>
        <w:t>202</w:t>
      </w:r>
      <w:r w:rsidR="00DB2F9E">
        <w:rPr>
          <w:rFonts w:ascii="Corbel" w:hAnsi="Corbel"/>
          <w:sz w:val="20"/>
          <w:szCs w:val="20"/>
        </w:rPr>
        <w:t>2</w:t>
      </w:r>
      <w:r w:rsidR="00331D43">
        <w:rPr>
          <w:rFonts w:ascii="Corbel" w:hAnsi="Corbel"/>
          <w:sz w:val="20"/>
          <w:szCs w:val="20"/>
        </w:rPr>
        <w:t>/202</w:t>
      </w:r>
      <w:r w:rsidR="00DB2F9E">
        <w:rPr>
          <w:rFonts w:ascii="Corbel" w:hAnsi="Corbel"/>
          <w:sz w:val="20"/>
          <w:szCs w:val="20"/>
        </w:rPr>
        <w:t>3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061A9CB0" w:rsidR="0085747A" w:rsidRPr="009C54AE" w:rsidRDefault="00C0740F" w:rsidP="00C074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2224C629" w:rsidR="0085747A" w:rsidRPr="009C54AE" w:rsidRDefault="00C074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3F807D52" w:rsidR="0085747A" w:rsidRPr="009C54AE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B2F9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44ECA2C8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F06C606" w:rsidR="0085747A" w:rsidRPr="00CE1005" w:rsidRDefault="00430812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53B3225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2CDE461D" w14:textId="663487A5" w:rsidR="00245CFD" w:rsidRPr="009C54AE" w:rsidRDefault="00245CF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00882363" w14:textId="77777777" w:rsidR="007171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5D9D525" w14:textId="56C502F2" w:rsidR="0085747A" w:rsidRPr="009C54AE" w:rsidRDefault="007171E0" w:rsidP="007171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polszczyzny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działań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(apoggio),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tekstach.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322AF5C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w trakcie zajęć, </w:t>
            </w:r>
            <w:r w:rsidR="00AC6866">
              <w:rPr>
                <w:rFonts w:ascii="Corbel" w:hAnsi="Corbel"/>
                <w:b w:val="0"/>
                <w:szCs w:val="24"/>
              </w:rPr>
              <w:t>kolokwium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1DC3B58F" w14:textId="77777777" w:rsidTr="005B1BA6">
        <w:tc>
          <w:tcPr>
            <w:tcW w:w="4903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5B1BA6">
        <w:tc>
          <w:tcPr>
            <w:tcW w:w="4903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7" w:type="dxa"/>
          </w:tcPr>
          <w:p w14:paraId="6F2EBDFC" w14:textId="33B5E75C" w:rsidR="0085747A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5B1BA6">
        <w:tc>
          <w:tcPr>
            <w:tcW w:w="4903" w:type="dxa"/>
          </w:tcPr>
          <w:p w14:paraId="51610631" w14:textId="28A0D89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B1BA6">
              <w:rPr>
                <w:rFonts w:ascii="Corbel" w:hAnsi="Corbel"/>
                <w:sz w:val="24"/>
                <w:szCs w:val="24"/>
              </w:rPr>
              <w:t>:</w:t>
            </w:r>
          </w:p>
          <w:p w14:paraId="12376A6F" w14:textId="75CD8EAF" w:rsidR="00C61DC5" w:rsidRPr="009C54AE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17" w:type="dxa"/>
          </w:tcPr>
          <w:p w14:paraId="796081F9" w14:textId="77777777" w:rsidR="005B1BA6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FAD5A0" w14:textId="1167DFF7" w:rsidR="00C61DC5" w:rsidRPr="009C54AE" w:rsidRDefault="00430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01D05B6" w14:textId="77777777" w:rsidTr="005B1BA6">
        <w:tc>
          <w:tcPr>
            <w:tcW w:w="4903" w:type="dxa"/>
          </w:tcPr>
          <w:p w14:paraId="53135713" w14:textId="07F8E88D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  <w:r w:rsidR="005B1BA6">
              <w:rPr>
                <w:rFonts w:ascii="Corbel" w:hAnsi="Corbel"/>
                <w:sz w:val="24"/>
                <w:szCs w:val="24"/>
              </w:rPr>
              <w:t>praca własna studenta:</w:t>
            </w:r>
          </w:p>
          <w:p w14:paraId="5D77E599" w14:textId="7FA7A9CE" w:rsidR="00DC49AA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 w:rsidR="00DC49AA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E2A3E1E" w14:textId="418DF61A" w:rsidR="005B1BA6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-przygotowanie projektu działań praktycznych</w:t>
            </w:r>
            <w:r w:rsidR="00124745">
              <w:rPr>
                <w:rFonts w:ascii="Corbel" w:hAnsi="Corbel"/>
                <w:sz w:val="24"/>
                <w:szCs w:val="24"/>
              </w:rPr>
              <w:t xml:space="preserve"> (przezentacja)</w:t>
            </w:r>
          </w:p>
          <w:p w14:paraId="28006499" w14:textId="7337B9D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709EE5" w14:textId="225C04F0" w:rsidR="00DC49AA" w:rsidRDefault="00430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21FFC41" w14:textId="19F5041E" w:rsidR="005B1BA6" w:rsidRPr="009C54AE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4308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75B52C5D" w14:textId="77777777" w:rsidTr="005B1BA6">
        <w:tc>
          <w:tcPr>
            <w:tcW w:w="4903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7" w:type="dxa"/>
          </w:tcPr>
          <w:p w14:paraId="343BD05C" w14:textId="5BE465D4" w:rsidR="0085747A" w:rsidRPr="009C54AE" w:rsidRDefault="00717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5B1BA6">
        <w:tc>
          <w:tcPr>
            <w:tcW w:w="4903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B65337" w14:textId="77777777" w:rsidR="0056550E" w:rsidRPr="00654B9E" w:rsidRDefault="0056550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>Kuziak M. 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  <w:p w14:paraId="42A35D9E" w14:textId="77777777" w:rsidR="0056550E" w:rsidRPr="00C25BFA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Lachowiecki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104B4646" w14:textId="77777777" w:rsidR="0056550E" w:rsidRPr="00C25BFA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Łastik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>
              <w:rPr>
                <w:rFonts w:ascii="Corbel" w:hAnsi="Corbel"/>
                <w:i/>
                <w:sz w:val="24"/>
                <w:szCs w:val="24"/>
              </w:rPr>
              <w:t>… 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32D3B709" w14:textId="77777777" w:rsidR="0056550E" w:rsidRPr="00C25BFA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7F21924E" w14:textId="2BD55251" w:rsidR="0056550E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31C3C8B1" w14:textId="3C50F81B" w:rsidR="0084260E" w:rsidRPr="00C25BFA" w:rsidRDefault="008C2639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Przybysz-Piwko M.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Emisja głosu nauczyciela. Wybrane zagadnienia, </w:t>
            </w:r>
            <w:r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45F6C9D3" w14:textId="4A443705" w:rsidR="0056550E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>
              <w:rPr>
                <w:rFonts w:ascii="Corbel" w:hAnsi="Corbel"/>
                <w:sz w:val="24"/>
                <w:szCs w:val="24"/>
              </w:rPr>
              <w:t>. Wyd. „UNIVERSITAS”, Kraków 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35FF9F85" w14:textId="2989F75C" w:rsidR="0056550E" w:rsidRPr="0056550E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Toczyska B., </w:t>
            </w:r>
            <w:r w:rsidRPr="0056550E">
              <w:rPr>
                <w:rStyle w:val="wrtext"/>
                <w:rFonts w:ascii="Corbel" w:hAnsi="Corbel"/>
                <w:i/>
                <w:sz w:val="24"/>
                <w:szCs w:val="24"/>
              </w:rPr>
              <w:t>Elementarne ćwiczenia dykcji,</w:t>
            </w: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 Gdańsk 2000.</w:t>
            </w:r>
          </w:p>
          <w:p w14:paraId="7612C321" w14:textId="27A97780" w:rsidR="007328D8" w:rsidRPr="00654B9E" w:rsidRDefault="0056550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610A296B" w14:textId="125AACAA" w:rsidR="00C25BFA" w:rsidRPr="008E432D" w:rsidRDefault="0085747A" w:rsidP="008E43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90D4E0C" w14:textId="77777777" w:rsidR="0056550E" w:rsidRPr="0018781E" w:rsidRDefault="0056550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C4AE27B" w14:textId="77777777" w:rsidR="00FF1B04" w:rsidRDefault="0056550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4B078DE3" w:rsidR="008C2639" w:rsidRPr="0018781E" w:rsidRDefault="008C2639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Toczyńska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Łamańce z dedykacją, czyli makaka ma Kama, </w:t>
            </w:r>
            <w:r>
              <w:rPr>
                <w:rFonts w:ascii="Corbel" w:hAnsi="Corbel"/>
                <w:sz w:val="24"/>
                <w:szCs w:val="24"/>
              </w:rPr>
              <w:t>Gdańsk 2003.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CA694" w14:textId="77777777" w:rsidR="00AA7D99" w:rsidRDefault="00AA7D99" w:rsidP="00C16ABF">
      <w:pPr>
        <w:spacing w:after="0" w:line="240" w:lineRule="auto"/>
      </w:pPr>
      <w:r>
        <w:separator/>
      </w:r>
    </w:p>
  </w:endnote>
  <w:endnote w:type="continuationSeparator" w:id="0">
    <w:p w14:paraId="683437B2" w14:textId="77777777" w:rsidR="00AA7D99" w:rsidRDefault="00AA7D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8613D" w14:textId="77777777" w:rsidR="00AA7D99" w:rsidRDefault="00AA7D99" w:rsidP="00C16ABF">
      <w:pPr>
        <w:spacing w:after="0" w:line="240" w:lineRule="auto"/>
      </w:pPr>
      <w:r>
        <w:separator/>
      </w:r>
    </w:p>
  </w:footnote>
  <w:footnote w:type="continuationSeparator" w:id="0">
    <w:p w14:paraId="412C66F4" w14:textId="77777777" w:rsidR="00AA7D99" w:rsidRDefault="00AA7D99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1025">
    <w:abstractNumId w:val="5"/>
  </w:num>
  <w:num w:numId="2" w16cid:durableId="8148313">
    <w:abstractNumId w:val="11"/>
  </w:num>
  <w:num w:numId="3" w16cid:durableId="13506428">
    <w:abstractNumId w:val="3"/>
  </w:num>
  <w:num w:numId="4" w16cid:durableId="489716539">
    <w:abstractNumId w:val="13"/>
  </w:num>
  <w:num w:numId="5" w16cid:durableId="881988042">
    <w:abstractNumId w:val="15"/>
  </w:num>
  <w:num w:numId="6" w16cid:durableId="660696046">
    <w:abstractNumId w:val="10"/>
  </w:num>
  <w:num w:numId="7" w16cid:durableId="1742749218">
    <w:abstractNumId w:val="6"/>
  </w:num>
  <w:num w:numId="8" w16cid:durableId="1143697789">
    <w:abstractNumId w:val="7"/>
  </w:num>
  <w:num w:numId="9" w16cid:durableId="105348351">
    <w:abstractNumId w:val="9"/>
  </w:num>
  <w:num w:numId="10" w16cid:durableId="1151748933">
    <w:abstractNumId w:val="8"/>
  </w:num>
  <w:num w:numId="11" w16cid:durableId="2039769828">
    <w:abstractNumId w:val="14"/>
  </w:num>
  <w:num w:numId="12" w16cid:durableId="1810584980">
    <w:abstractNumId w:val="12"/>
  </w:num>
  <w:num w:numId="13" w16cid:durableId="316418545">
    <w:abstractNumId w:val="0"/>
  </w:num>
  <w:num w:numId="14" w16cid:durableId="558521039">
    <w:abstractNumId w:val="2"/>
  </w:num>
  <w:num w:numId="15" w16cid:durableId="2081126690">
    <w:abstractNumId w:val="1"/>
  </w:num>
  <w:num w:numId="16" w16cid:durableId="80566525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745"/>
    <w:rsid w:val="00124BFF"/>
    <w:rsid w:val="0012560E"/>
    <w:rsid w:val="00127108"/>
    <w:rsid w:val="00134B13"/>
    <w:rsid w:val="00141270"/>
    <w:rsid w:val="00146BC0"/>
    <w:rsid w:val="00153C41"/>
    <w:rsid w:val="00154381"/>
    <w:rsid w:val="001640A7"/>
    <w:rsid w:val="00164FA7"/>
    <w:rsid w:val="001650B7"/>
    <w:rsid w:val="00166A03"/>
    <w:rsid w:val="001718A7"/>
    <w:rsid w:val="001737CF"/>
    <w:rsid w:val="00176083"/>
    <w:rsid w:val="001770C7"/>
    <w:rsid w:val="0018781E"/>
    <w:rsid w:val="00192F37"/>
    <w:rsid w:val="001A70D2"/>
    <w:rsid w:val="001D657B"/>
    <w:rsid w:val="001D7B54"/>
    <w:rsid w:val="001E0209"/>
    <w:rsid w:val="001E41B5"/>
    <w:rsid w:val="001F2CA2"/>
    <w:rsid w:val="001F70BB"/>
    <w:rsid w:val="00210340"/>
    <w:rsid w:val="002144C0"/>
    <w:rsid w:val="0022477D"/>
    <w:rsid w:val="002278A9"/>
    <w:rsid w:val="00232239"/>
    <w:rsid w:val="002336F9"/>
    <w:rsid w:val="0024028F"/>
    <w:rsid w:val="0024405A"/>
    <w:rsid w:val="00244ABC"/>
    <w:rsid w:val="00245CFD"/>
    <w:rsid w:val="00281FF2"/>
    <w:rsid w:val="00284CA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9CE"/>
    <w:rsid w:val="002F02A3"/>
    <w:rsid w:val="002F4ABE"/>
    <w:rsid w:val="003018BA"/>
    <w:rsid w:val="0030395F"/>
    <w:rsid w:val="00305C92"/>
    <w:rsid w:val="003151C5"/>
    <w:rsid w:val="00323649"/>
    <w:rsid w:val="00331D4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3F6E5A"/>
    <w:rsid w:val="00414E3C"/>
    <w:rsid w:val="00420B0F"/>
    <w:rsid w:val="0042244A"/>
    <w:rsid w:val="00426CF7"/>
    <w:rsid w:val="0042745A"/>
    <w:rsid w:val="00430812"/>
    <w:rsid w:val="00431D5C"/>
    <w:rsid w:val="004362C6"/>
    <w:rsid w:val="00437FA2"/>
    <w:rsid w:val="00445970"/>
    <w:rsid w:val="004502E6"/>
    <w:rsid w:val="00451E11"/>
    <w:rsid w:val="0045729E"/>
    <w:rsid w:val="00461EFC"/>
    <w:rsid w:val="004652C2"/>
    <w:rsid w:val="004706D1"/>
    <w:rsid w:val="00471326"/>
    <w:rsid w:val="0047598D"/>
    <w:rsid w:val="00481264"/>
    <w:rsid w:val="004840FD"/>
    <w:rsid w:val="00490F7D"/>
    <w:rsid w:val="00491678"/>
    <w:rsid w:val="004968E2"/>
    <w:rsid w:val="004A3EEA"/>
    <w:rsid w:val="004A4D1F"/>
    <w:rsid w:val="004D5282"/>
    <w:rsid w:val="004E0F39"/>
    <w:rsid w:val="004E2B24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550E"/>
    <w:rsid w:val="0056696D"/>
    <w:rsid w:val="00573EF9"/>
    <w:rsid w:val="0059484D"/>
    <w:rsid w:val="005A0855"/>
    <w:rsid w:val="005A3196"/>
    <w:rsid w:val="005B1BA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1E0"/>
    <w:rsid w:val="00724677"/>
    <w:rsid w:val="00725459"/>
    <w:rsid w:val="007327BD"/>
    <w:rsid w:val="007328D8"/>
    <w:rsid w:val="007330AC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92850"/>
    <w:rsid w:val="007A4022"/>
    <w:rsid w:val="007A6E6E"/>
    <w:rsid w:val="007A7461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260E"/>
    <w:rsid w:val="008449B3"/>
    <w:rsid w:val="00844DB9"/>
    <w:rsid w:val="0085052D"/>
    <w:rsid w:val="0085747A"/>
    <w:rsid w:val="0087667D"/>
    <w:rsid w:val="00884922"/>
    <w:rsid w:val="00885F64"/>
    <w:rsid w:val="008917F9"/>
    <w:rsid w:val="008A45F7"/>
    <w:rsid w:val="008C0CC0"/>
    <w:rsid w:val="008C19A9"/>
    <w:rsid w:val="008C2639"/>
    <w:rsid w:val="008C379D"/>
    <w:rsid w:val="008C5147"/>
    <w:rsid w:val="008C5359"/>
    <w:rsid w:val="008C5363"/>
    <w:rsid w:val="008D3DFB"/>
    <w:rsid w:val="008E432D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277"/>
    <w:rsid w:val="00A84C85"/>
    <w:rsid w:val="00A97DE1"/>
    <w:rsid w:val="00AA7D99"/>
    <w:rsid w:val="00AB053C"/>
    <w:rsid w:val="00AC6866"/>
    <w:rsid w:val="00AD1146"/>
    <w:rsid w:val="00AD27D3"/>
    <w:rsid w:val="00AD32DD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90885"/>
    <w:rsid w:val="00BB520A"/>
    <w:rsid w:val="00BB76CA"/>
    <w:rsid w:val="00BD3869"/>
    <w:rsid w:val="00BD66E9"/>
    <w:rsid w:val="00BD6FF4"/>
    <w:rsid w:val="00BF2C41"/>
    <w:rsid w:val="00C058B4"/>
    <w:rsid w:val="00C05F44"/>
    <w:rsid w:val="00C0740F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36F3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74E27"/>
    <w:rsid w:val="00D8075B"/>
    <w:rsid w:val="00D8678B"/>
    <w:rsid w:val="00DA2114"/>
    <w:rsid w:val="00DB2F9E"/>
    <w:rsid w:val="00DC49AA"/>
    <w:rsid w:val="00DD7DA0"/>
    <w:rsid w:val="00DE09C0"/>
    <w:rsid w:val="00DE4A14"/>
    <w:rsid w:val="00DF146F"/>
    <w:rsid w:val="00DF320D"/>
    <w:rsid w:val="00DF71C8"/>
    <w:rsid w:val="00E129B8"/>
    <w:rsid w:val="00E13EB5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B392F"/>
    <w:rsid w:val="00EC4899"/>
    <w:rsid w:val="00ED03AB"/>
    <w:rsid w:val="00ED32D2"/>
    <w:rsid w:val="00ED47CF"/>
    <w:rsid w:val="00EE32DE"/>
    <w:rsid w:val="00EE5457"/>
    <w:rsid w:val="00F070AB"/>
    <w:rsid w:val="00F17567"/>
    <w:rsid w:val="00F27A7B"/>
    <w:rsid w:val="00F3370B"/>
    <w:rsid w:val="00F526AF"/>
    <w:rsid w:val="00F617C3"/>
    <w:rsid w:val="00F62AFF"/>
    <w:rsid w:val="00F7066B"/>
    <w:rsid w:val="00F723E8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1B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40C20231-44B1-474C-AB71-E7EEF8CD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65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8B925-F078-44D7-841B-F46992E0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4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Danuta Ochojska</cp:lastModifiedBy>
  <cp:revision>11</cp:revision>
  <cp:lastPrinted>2020-10-13T08:08:00Z</cp:lastPrinted>
  <dcterms:created xsi:type="dcterms:W3CDTF">2022-04-25T17:30:00Z</dcterms:created>
  <dcterms:modified xsi:type="dcterms:W3CDTF">2022-05-30T15:10:00Z</dcterms:modified>
</cp:coreProperties>
</file>